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81A2E34" w14:textId="6FA60777" w:rsidR="00FE57F1" w:rsidRDefault="0049374C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6948BF" wp14:editId="02075DCC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12700" r="1206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41FB1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b6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" filled="f"/>
            </w:pict>
          </mc:Fallback>
        </mc:AlternateContent>
      </w:r>
      <w:r w:rsidR="00FE57F1">
        <w:rPr>
          <w:b w:val="0"/>
          <w:sz w:val="16"/>
          <w:szCs w:val="16"/>
        </w:rPr>
        <w:t>ΠΑΡΑΡΤΗΜΑ Ι</w:t>
      </w:r>
    </w:p>
    <w:p w14:paraId="3F6B3C89" w14:textId="77777777" w:rsidR="00FE57F1" w:rsidRDefault="00FE57F1">
      <w:pPr>
        <w:pStyle w:val="3"/>
      </w:pPr>
      <w:r>
        <w:t>ΥΠΕΥΘΥΝΗ ΔΗΛΩΣΗ</w:t>
      </w:r>
    </w:p>
    <w:p w14:paraId="0FFE1DBA" w14:textId="77777777" w:rsidR="00FE57F1" w:rsidRDefault="00FE57F1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22C726C3" w14:textId="77777777" w:rsidR="00FE57F1" w:rsidRDefault="00FE57F1">
      <w:pPr>
        <w:pStyle w:val="a3"/>
        <w:tabs>
          <w:tab w:val="clear" w:pos="4153"/>
          <w:tab w:val="clear" w:pos="8306"/>
        </w:tabs>
      </w:pPr>
    </w:p>
    <w:p w14:paraId="4D26D78A" w14:textId="77777777" w:rsidR="00FE57F1" w:rsidRDefault="00FE57F1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662794A9" w14:textId="77777777" w:rsidR="00FE57F1" w:rsidRDefault="00FE57F1">
      <w:pPr>
        <w:pStyle w:val="a5"/>
        <w:jc w:val="left"/>
        <w:rPr>
          <w:bCs/>
          <w:sz w:val="22"/>
        </w:rPr>
      </w:pPr>
    </w:p>
    <w:p w14:paraId="177EF4D5" w14:textId="77777777" w:rsidR="00FE57F1" w:rsidRDefault="00FE57F1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FE57F1" w14:paraId="3AE1DB95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C835642" w14:textId="77777777" w:rsidR="00FE57F1" w:rsidRDefault="00FE57F1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55911BBC" w14:textId="77777777" w:rsidR="00FE57F1" w:rsidRDefault="0056735E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…….. Υγειονομική Περιφέρεια</w:t>
            </w:r>
          </w:p>
        </w:tc>
      </w:tr>
      <w:tr w:rsidR="00FE57F1" w14:paraId="4C18745C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05B1A645" w14:textId="77777777" w:rsidR="00FE57F1" w:rsidRDefault="00FE57F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0B444EF4" w14:textId="77777777" w:rsidR="00FE57F1" w:rsidRDefault="00FE57F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5695AEB8" w14:textId="77777777" w:rsidR="00FE57F1" w:rsidRDefault="00FE57F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475CBF01" w14:textId="77777777" w:rsidR="00FE57F1" w:rsidRDefault="00FE57F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FE57F1" w14:paraId="07478A0E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6134D5F2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43008DAA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 w14:paraId="7E62DBB1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5E87DFA6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1D9BD5B9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 w14:paraId="22CA6DCF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31930C10" w14:textId="77777777" w:rsidR="00FE57F1" w:rsidRDefault="00FE57F1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714297E7" w14:textId="77777777" w:rsidR="00FE57F1" w:rsidRDefault="00FE57F1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FE57F1" w14:paraId="094B829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5F76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13BA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 w14:paraId="238E8D73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30DDA14A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418163D5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1BDFB4F4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702DAE8F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 w14:paraId="284DEFE0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2ED54507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46C5E5A0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3106FAED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73D51ABB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516F6075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38D45154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4440E1C7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0822561B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 w14:paraId="2CA6B8CE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50F82257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5A4A45C3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6E6321BA" w14:textId="77777777" w:rsidR="00FE57F1" w:rsidRDefault="00FE57F1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14:paraId="6C11DF3E" w14:textId="77777777" w:rsidR="00FE57F1" w:rsidRDefault="00FE57F1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04AE4556" w14:textId="77777777"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130C7208" w14:textId="77777777" w:rsidR="00FE57F1" w:rsidRDefault="00FE57F1">
      <w:pPr>
        <w:rPr>
          <w:rFonts w:ascii="Arial" w:hAnsi="Arial" w:cs="Arial"/>
          <w:b/>
          <w:bCs/>
          <w:sz w:val="28"/>
        </w:rPr>
      </w:pPr>
    </w:p>
    <w:p w14:paraId="5F7F636A" w14:textId="77777777" w:rsidR="00FE57F1" w:rsidRDefault="00FE57F1">
      <w:pPr>
        <w:rPr>
          <w:sz w:val="16"/>
        </w:rPr>
      </w:pPr>
    </w:p>
    <w:p w14:paraId="3515B06D" w14:textId="77777777" w:rsidR="00FE57F1" w:rsidRDefault="00FE57F1">
      <w:pPr>
        <w:sectPr w:rsidR="00FE57F1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FE57F1" w14:paraId="51720C6E" w14:textId="7777777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1C1E140D" w14:textId="77777777" w:rsidR="00FE57F1" w:rsidRDefault="00FE57F1">
            <w:pPr>
              <w:ind w:right="124"/>
              <w:rPr>
                <w:rFonts w:ascii="Arial" w:hAnsi="Arial" w:cs="Arial"/>
                <w:sz w:val="18"/>
              </w:rPr>
            </w:pPr>
          </w:p>
          <w:p w14:paraId="48F3F104" w14:textId="77777777" w:rsidR="00FE57F1" w:rsidRDefault="00FE57F1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960656" w14:paraId="6A12290C" w14:textId="7777777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F53B9F8" w14:textId="77777777" w:rsidR="00960656" w:rsidRPr="00A22D30" w:rsidRDefault="00960656" w:rsidP="00B34A67">
            <w:pPr>
              <w:pStyle w:val="-HTML"/>
              <w:rPr>
                <w:rFonts w:ascii="Calibri" w:hAnsi="Calibri" w:cs="Courier New"/>
                <w:color w:val="000000"/>
                <w:sz w:val="22"/>
                <w:szCs w:val="22"/>
              </w:rPr>
            </w:pPr>
            <w:r w:rsidRPr="00A22D30">
              <w:rPr>
                <w:rFonts w:ascii="Calibri" w:hAnsi="Calibri" w:cs="Courier New"/>
                <w:color w:val="000000"/>
                <w:sz w:val="22"/>
                <w:szCs w:val="22"/>
              </w:rPr>
              <w:t>α) Δεν έχω καταδικαστεί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καθ`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      </w:r>
          </w:p>
        </w:tc>
      </w:tr>
      <w:tr w:rsidR="00960656" w14:paraId="652D02B4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5BD95EA" w14:textId="77777777" w:rsidR="00960656" w:rsidRPr="00A22D30" w:rsidRDefault="00960656" w:rsidP="00B34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ourier New"/>
                <w:color w:val="000000"/>
                <w:sz w:val="22"/>
                <w:szCs w:val="22"/>
              </w:rPr>
            </w:pPr>
            <w:r w:rsidRPr="00A22D30">
              <w:rPr>
                <w:rFonts w:ascii="Calibri" w:hAnsi="Calibri" w:cs="Courier New"/>
                <w:color w:val="000000"/>
                <w:sz w:val="22"/>
                <w:szCs w:val="22"/>
              </w:rPr>
              <w:t xml:space="preserve"> β) Δεν είμαι υπόδικος  που έχει </w:t>
            </w:r>
            <w:r w:rsidR="00A22D30" w:rsidRPr="00E203C6">
              <w:rPr>
                <w:rFonts w:ascii="Calibri" w:hAnsi="Calibri" w:cs="Arial"/>
                <w:sz w:val="22"/>
                <w:szCs w:val="22"/>
              </w:rPr>
              <w:t xml:space="preserve">παραπεμφθεί με τελεσίδικο βούλευμα ή </w:t>
            </w:r>
            <w:proofErr w:type="spellStart"/>
            <w:r w:rsidR="00A22D30" w:rsidRPr="00E203C6">
              <w:rPr>
                <w:rFonts w:ascii="Calibri" w:hAnsi="Calibri" w:cs="Arial"/>
                <w:sz w:val="22"/>
                <w:szCs w:val="22"/>
              </w:rPr>
              <w:t>κατ΄</w:t>
            </w:r>
            <w:proofErr w:type="spellEnd"/>
            <w:r w:rsidR="00A22D30" w:rsidRPr="00E203C6">
              <w:rPr>
                <w:rFonts w:ascii="Calibri" w:hAnsi="Calibri" w:cs="Arial"/>
                <w:sz w:val="22"/>
                <w:szCs w:val="22"/>
              </w:rPr>
              <w:t xml:space="preserve"> άλλον νόμιμο τρόπο (άρθρο 43, Ν. 4139/2013) για κακούργημα ή για πλημμέλημα της περίπτωσης α, έστω και αν το αδίκημα  αυτό έχει παραγραφεί.</w:t>
            </w:r>
            <w:r w:rsidRPr="00A22D30">
              <w:rPr>
                <w:rFonts w:ascii="Calibri" w:hAnsi="Calibri" w:cs="Courier New"/>
                <w:color w:val="000000"/>
                <w:sz w:val="22"/>
                <w:szCs w:val="22"/>
              </w:rPr>
              <w:t>.</w:t>
            </w:r>
          </w:p>
        </w:tc>
      </w:tr>
      <w:tr w:rsidR="00960656" w14:paraId="0E4A9898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ACDA549" w14:textId="77777777" w:rsidR="00960656" w:rsidRPr="00A22D30" w:rsidRDefault="00960656" w:rsidP="00B34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ourier New"/>
                <w:color w:val="000000"/>
                <w:sz w:val="22"/>
                <w:szCs w:val="22"/>
              </w:rPr>
            </w:pPr>
            <w:r w:rsidRPr="00A22D30">
              <w:rPr>
                <w:rFonts w:ascii="Calibri" w:hAnsi="Calibri" w:cs="Courier New"/>
                <w:color w:val="000000"/>
                <w:sz w:val="22"/>
                <w:szCs w:val="22"/>
              </w:rPr>
              <w:t xml:space="preserve"> γ) Λόγω καταδίκης, δεν έχω στερηθεί τα πολιτικά μου.</w:t>
            </w:r>
          </w:p>
        </w:tc>
      </w:tr>
      <w:tr w:rsidR="00960656" w14:paraId="70D8A6D6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ECCC619" w14:textId="77777777" w:rsidR="00960656" w:rsidRPr="00A22D30" w:rsidRDefault="00960656" w:rsidP="00B34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ourier New"/>
                <w:color w:val="000000"/>
                <w:sz w:val="22"/>
                <w:szCs w:val="22"/>
              </w:rPr>
            </w:pPr>
            <w:r w:rsidRPr="00A22D30">
              <w:rPr>
                <w:rFonts w:ascii="Calibri" w:hAnsi="Calibri" w:cs="Courier New"/>
                <w:color w:val="000000"/>
                <w:sz w:val="22"/>
                <w:szCs w:val="22"/>
              </w:rPr>
              <w:t xml:space="preserve"> δ) Δεν τελώ υπό στερητική δικαστική συμπαράσταση (πλήρη ή μερική), υπό επικουρική δικαστική συμπαράσταση (πλήρη ή μερική) και υπό τις δύο αυτές καταστάσεις.</w:t>
            </w:r>
          </w:p>
        </w:tc>
      </w:tr>
      <w:tr w:rsidR="00960656" w14:paraId="7551B496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42856650" w14:textId="77777777" w:rsidR="00960656" w:rsidRPr="00A22D30" w:rsidRDefault="00A22D30" w:rsidP="00B34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Arial"/>
                <w:sz w:val="22"/>
                <w:szCs w:val="22"/>
              </w:rPr>
            </w:pPr>
            <w:r w:rsidRPr="00A22D30">
              <w:rPr>
                <w:rFonts w:ascii="Calibri" w:hAnsi="Calibri" w:cs="Arial"/>
                <w:sz w:val="22"/>
                <w:szCs w:val="22"/>
              </w:rPr>
              <w:t>ε) Δεν έχω απολυθεί από θέση δημόσιας υπηρεσίας ή Ο.Τ.Α. ή άλλου Νομικού Προσώπου του δημόσιου τομέα, λόγω επιβολής της πειθαρχικής ποινής της οριστικής παύσεως ή λόγω καταγγελίας της σύμβασης εργασίας για σπουδαίο λόγο, οφειλόμενο σε υπαιτιότητα μου, αν  δεν  παρέλθει πενταετία από την απόλυση</w:t>
            </w:r>
          </w:p>
          <w:p w14:paraId="12B2ED99" w14:textId="77777777" w:rsidR="00A22D30" w:rsidRPr="00A22D30" w:rsidRDefault="00A22D30" w:rsidP="00A22D30">
            <w:pPr>
              <w:pStyle w:val="a5"/>
              <w:tabs>
                <w:tab w:val="left" w:pos="0"/>
              </w:tabs>
              <w:spacing w:before="120" w:line="360" w:lineRule="auto"/>
              <w:jc w:val="left"/>
              <w:rPr>
                <w:rFonts w:ascii="Calibri" w:hAnsi="Calibri" w:cs="Courier New"/>
                <w:color w:val="000000"/>
                <w:sz w:val="22"/>
                <w:szCs w:val="22"/>
              </w:rPr>
            </w:pPr>
            <w:r w:rsidRPr="00A22D30">
              <w:rPr>
                <w:rFonts w:ascii="Calibri" w:hAnsi="Calibri"/>
                <w:sz w:val="22"/>
                <w:szCs w:val="22"/>
              </w:rPr>
              <w:t>Σημείωση: Η ανικανότητα προς πρόσληψη αίρεται μόνο με την έκδοση του κατά το άρθρο 47    παρ.1 του Συντάγματος διατάγματος που αίρει τις συνέπειες της ποινής.</w:t>
            </w:r>
          </w:p>
        </w:tc>
      </w:tr>
    </w:tbl>
    <w:p w14:paraId="5A89CC90" w14:textId="77777777" w:rsidR="00FE57F1" w:rsidRDefault="00FE57F1"/>
    <w:p w14:paraId="737983B4" w14:textId="77777777" w:rsidR="00FE57F1" w:rsidRPr="00A22D30" w:rsidRDefault="00FE57F1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</w:t>
      </w:r>
      <w:r w:rsidRPr="00A22D30">
        <w:rPr>
          <w:sz w:val="16"/>
        </w:rPr>
        <w:t xml:space="preserve">    </w:t>
      </w:r>
      <w:r>
        <w:rPr>
          <w:sz w:val="16"/>
        </w:rPr>
        <w:t xml:space="preserve">    20</w:t>
      </w:r>
    </w:p>
    <w:p w14:paraId="17BE96F7" w14:textId="77777777" w:rsidR="00FE57F1" w:rsidRDefault="00FE57F1">
      <w:pPr>
        <w:pStyle w:val="a6"/>
        <w:ind w:left="0" w:right="484"/>
        <w:jc w:val="right"/>
        <w:rPr>
          <w:sz w:val="16"/>
        </w:rPr>
      </w:pPr>
    </w:p>
    <w:p w14:paraId="05B23DE7" w14:textId="77777777" w:rsidR="00FE57F1" w:rsidRDefault="00FE57F1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14:paraId="21FD74ED" w14:textId="77777777" w:rsidR="00FE57F1" w:rsidRDefault="00FE57F1">
      <w:pPr>
        <w:pStyle w:val="a6"/>
        <w:ind w:left="0"/>
        <w:jc w:val="right"/>
        <w:rPr>
          <w:sz w:val="16"/>
        </w:rPr>
      </w:pPr>
    </w:p>
    <w:p w14:paraId="137B6FCF" w14:textId="77777777" w:rsidR="00FE57F1" w:rsidRDefault="00FE57F1">
      <w:pPr>
        <w:pStyle w:val="a6"/>
        <w:ind w:left="0"/>
        <w:jc w:val="right"/>
        <w:rPr>
          <w:sz w:val="16"/>
        </w:rPr>
      </w:pPr>
    </w:p>
    <w:p w14:paraId="017D0529" w14:textId="77777777" w:rsidR="00FE57F1" w:rsidRDefault="00FE57F1">
      <w:pPr>
        <w:pStyle w:val="a6"/>
        <w:ind w:left="0"/>
        <w:jc w:val="right"/>
        <w:rPr>
          <w:sz w:val="16"/>
        </w:rPr>
      </w:pPr>
    </w:p>
    <w:p w14:paraId="343BA8C6" w14:textId="77777777" w:rsidR="00FE57F1" w:rsidRDefault="00FE57F1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6FC67437" w14:textId="77777777" w:rsidR="00FE57F1" w:rsidRDefault="00FE57F1">
      <w:pPr>
        <w:jc w:val="both"/>
        <w:rPr>
          <w:rFonts w:ascii="Arial" w:hAnsi="Arial" w:cs="Arial"/>
          <w:sz w:val="18"/>
        </w:rPr>
      </w:pPr>
    </w:p>
    <w:p w14:paraId="2B6567D7" w14:textId="77777777" w:rsidR="00FE57F1" w:rsidRDefault="00FE57F1">
      <w:pPr>
        <w:jc w:val="both"/>
        <w:rPr>
          <w:rFonts w:ascii="Arial" w:hAnsi="Arial" w:cs="Arial"/>
          <w:sz w:val="18"/>
        </w:rPr>
      </w:pPr>
    </w:p>
    <w:p w14:paraId="6C4D7D18" w14:textId="77777777" w:rsidR="00FE57F1" w:rsidRDefault="00FE57F1">
      <w:pPr>
        <w:jc w:val="both"/>
        <w:rPr>
          <w:rFonts w:ascii="Arial" w:hAnsi="Arial" w:cs="Arial"/>
          <w:sz w:val="18"/>
        </w:rPr>
      </w:pPr>
    </w:p>
    <w:p w14:paraId="73C4E153" w14:textId="77777777" w:rsidR="00FE57F1" w:rsidRDefault="00FE57F1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30524A9" w14:textId="77777777" w:rsidR="00FE57F1" w:rsidRDefault="00FE57F1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575C5CCE" w14:textId="77777777" w:rsidR="00FE57F1" w:rsidRDefault="00FE57F1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0D613CE1" w14:textId="77777777" w:rsidR="00FE57F1" w:rsidRDefault="00FE57F1" w:rsidP="00915AA9">
      <w:pPr>
        <w:pStyle w:val="a6"/>
        <w:jc w:val="both"/>
      </w:pPr>
      <w: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FE57F1" w:rsidSect="00330024">
      <w:headerReference w:type="default" r:id="rId9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56BC0" w14:textId="77777777" w:rsidR="00117C5F" w:rsidRDefault="00117C5F">
      <w:r>
        <w:separator/>
      </w:r>
    </w:p>
  </w:endnote>
  <w:endnote w:type="continuationSeparator" w:id="0">
    <w:p w14:paraId="6627866C" w14:textId="77777777" w:rsidR="00117C5F" w:rsidRDefault="00117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FDF89" w14:textId="77777777" w:rsidR="00117C5F" w:rsidRDefault="00117C5F">
      <w:r>
        <w:separator/>
      </w:r>
    </w:p>
  </w:footnote>
  <w:footnote w:type="continuationSeparator" w:id="0">
    <w:p w14:paraId="2E61CABE" w14:textId="77777777" w:rsidR="00117C5F" w:rsidRDefault="00117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5508"/>
      <w:gridCol w:w="4912"/>
    </w:tblGrid>
    <w:tr w:rsidR="00FE57F1" w14:paraId="1C86DA44" w14:textId="77777777">
      <w:tc>
        <w:tcPr>
          <w:tcW w:w="5508" w:type="dxa"/>
        </w:tcPr>
        <w:p w14:paraId="3A47DCD7" w14:textId="7F2E2EFF" w:rsidR="00FE57F1" w:rsidRDefault="0049374C">
          <w:pPr>
            <w:pStyle w:val="a3"/>
            <w:jc w:val="right"/>
            <w:rPr>
              <w:b/>
              <w:bCs/>
              <w:sz w:val="16"/>
            </w:rPr>
          </w:pPr>
          <w:r w:rsidRPr="00621EE5">
            <w:rPr>
              <w:rFonts w:ascii="Arial" w:hAnsi="Arial" w:cs="Arial"/>
              <w:noProof/>
              <w:sz w:val="32"/>
            </w:rPr>
            <w:drawing>
              <wp:inline distT="0" distB="0" distL="0" distR="0" wp14:anchorId="2DAB7349" wp14:editId="119E40F2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71EFEDE8" w14:textId="77777777" w:rsidR="00FE57F1" w:rsidRDefault="00FE57F1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14:paraId="7C701547" w14:textId="77777777" w:rsidR="00FE57F1" w:rsidRDefault="00FE57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AF675" w14:textId="77777777" w:rsidR="00FE57F1" w:rsidRDefault="00FE57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A9"/>
    <w:rsid w:val="001054C6"/>
    <w:rsid w:val="00117C5F"/>
    <w:rsid w:val="00174D91"/>
    <w:rsid w:val="001E429D"/>
    <w:rsid w:val="00330024"/>
    <w:rsid w:val="003F26BE"/>
    <w:rsid w:val="0049374C"/>
    <w:rsid w:val="0056735E"/>
    <w:rsid w:val="005E4B1C"/>
    <w:rsid w:val="00621EE5"/>
    <w:rsid w:val="00701B16"/>
    <w:rsid w:val="0071360B"/>
    <w:rsid w:val="008B43FA"/>
    <w:rsid w:val="00915AA9"/>
    <w:rsid w:val="00960656"/>
    <w:rsid w:val="00A22D30"/>
    <w:rsid w:val="00A91383"/>
    <w:rsid w:val="00B10A54"/>
    <w:rsid w:val="00B34A67"/>
    <w:rsid w:val="00CE478E"/>
    <w:rsid w:val="00D425A9"/>
    <w:rsid w:val="00E00D57"/>
    <w:rsid w:val="00E03EF8"/>
    <w:rsid w:val="00F262A6"/>
    <w:rsid w:val="00F979C0"/>
    <w:rsid w:val="00FE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4:docId w14:val="5E458F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024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330024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30024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330024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330024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330024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330024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330024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330024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330024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3002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30024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330024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3300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3300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330024"/>
    <w:pPr>
      <w:ind w:left="-180"/>
    </w:pPr>
    <w:rPr>
      <w:rFonts w:ascii="Arial" w:hAnsi="Arial" w:cs="Arial"/>
      <w:sz w:val="20"/>
    </w:rPr>
  </w:style>
  <w:style w:type="paragraph" w:styleId="-HTML">
    <w:name w:val="HTML Preformatted"/>
    <w:basedOn w:val="a"/>
    <w:link w:val="-HTMLChar"/>
    <w:uiPriority w:val="99"/>
    <w:unhideWhenUsed/>
    <w:rsid w:val="00960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960656"/>
    <w:rPr>
      <w:rFonts w:ascii="Courier New" w:hAnsi="Courier New"/>
    </w:rPr>
  </w:style>
  <w:style w:type="paragraph" w:styleId="a7">
    <w:name w:val="Balloon Text"/>
    <w:basedOn w:val="a"/>
    <w:link w:val="Char"/>
    <w:rsid w:val="00A22D3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A22D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024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330024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30024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330024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330024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330024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330024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330024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330024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330024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3002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30024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330024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3300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3300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330024"/>
    <w:pPr>
      <w:ind w:left="-180"/>
    </w:pPr>
    <w:rPr>
      <w:rFonts w:ascii="Arial" w:hAnsi="Arial" w:cs="Arial"/>
      <w:sz w:val="20"/>
    </w:rPr>
  </w:style>
  <w:style w:type="paragraph" w:styleId="-HTML">
    <w:name w:val="HTML Preformatted"/>
    <w:basedOn w:val="a"/>
    <w:link w:val="-HTMLChar"/>
    <w:uiPriority w:val="99"/>
    <w:unhideWhenUsed/>
    <w:rsid w:val="00960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960656"/>
    <w:rPr>
      <w:rFonts w:ascii="Courier New" w:hAnsi="Courier New"/>
    </w:rPr>
  </w:style>
  <w:style w:type="paragraph" w:styleId="a7">
    <w:name w:val="Balloon Text"/>
    <w:basedOn w:val="a"/>
    <w:link w:val="Char"/>
    <w:rsid w:val="00A22D3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A22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2</Pages>
  <Words>406</Words>
  <Characters>2197</Characters>
  <Application>Microsoft Office Word</Application>
  <DocSecurity>0</DocSecurity>
  <Lines>18</Lines>
  <Paragraphs>5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> </vt:lpstr>
      <vt:lpstr>        ΠΑΡΑΡΤΗΜΑ Ι</vt:lpstr>
      <vt:lpstr>        ΥΠΕΥΘΥΝΗ ΔΗΛΩΣΗ</vt:lpstr>
      <vt:lpstr>        (άρθρο 8 Ν.1599/1986)</vt:lpstr>
    </vt:vector>
  </TitlesOfParts>
  <Company>Hewlett-Packard Company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HP 255</cp:lastModifiedBy>
  <cp:revision>2</cp:revision>
  <cp:lastPrinted>2002-09-25T06:58:00Z</cp:lastPrinted>
  <dcterms:created xsi:type="dcterms:W3CDTF">2020-02-27T10:16:00Z</dcterms:created>
  <dcterms:modified xsi:type="dcterms:W3CDTF">2020-02-27T10:16:00Z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